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66FE2" w14:textId="77777777" w:rsidR="003717C1" w:rsidRDefault="003717C1" w:rsidP="003717C1">
      <w:pPr>
        <w:pStyle w:val="Nadpis1"/>
        <w:spacing w:before="134"/>
        <w:jc w:val="center"/>
        <w:rPr>
          <w:sz w:val="24"/>
        </w:rPr>
      </w:pPr>
      <w:r>
        <w:rPr>
          <w:sz w:val="24"/>
          <w:u w:val="thick"/>
        </w:rPr>
        <w:t>Příloha č. 2 – Čestné prohlášení</w:t>
      </w:r>
    </w:p>
    <w:p w14:paraId="1E2EEBB3" w14:textId="77777777" w:rsidR="003717C1" w:rsidRDefault="003717C1" w:rsidP="003717C1">
      <w:pPr>
        <w:pStyle w:val="Zkladntext"/>
        <w:rPr>
          <w:b/>
          <w:sz w:val="16"/>
        </w:rPr>
      </w:pPr>
    </w:p>
    <w:p w14:paraId="0914E728" w14:textId="77777777" w:rsidR="003717C1" w:rsidRPr="007B21E5" w:rsidRDefault="003717C1" w:rsidP="007B21E5">
      <w:pPr>
        <w:spacing w:before="92"/>
        <w:ind w:left="3821" w:right="617" w:hanging="3191"/>
        <w:jc w:val="both"/>
        <w:rPr>
          <w:rFonts w:ascii="Arial" w:hAnsi="Arial" w:cs="Arial"/>
          <w:b/>
          <w:sz w:val="22"/>
          <w:szCs w:val="20"/>
        </w:rPr>
      </w:pPr>
      <w:r w:rsidRPr="007B21E5">
        <w:rPr>
          <w:rFonts w:ascii="Arial" w:hAnsi="Arial" w:cs="Arial"/>
          <w:b/>
          <w:sz w:val="22"/>
          <w:szCs w:val="20"/>
        </w:rPr>
        <w:t>Čestné prohlášení dodavatele o splnění kvalifikace na veřejnou zakázku malého rozsahu</w:t>
      </w:r>
    </w:p>
    <w:p w14:paraId="01F494B2" w14:textId="77777777" w:rsidR="003717C1" w:rsidRDefault="003717C1" w:rsidP="003717C1">
      <w:pPr>
        <w:pStyle w:val="Zkladntext"/>
        <w:spacing w:before="4"/>
        <w:rPr>
          <w:b/>
          <w:sz w:val="17"/>
        </w:rPr>
      </w:pPr>
    </w:p>
    <w:p w14:paraId="1EF915C2" w14:textId="4286555A" w:rsidR="003717C1" w:rsidRDefault="009B3E48" w:rsidP="003717C1">
      <w:pPr>
        <w:pStyle w:val="Zkladntext"/>
        <w:spacing w:before="92"/>
        <w:ind w:left="3686" w:right="613" w:hanging="3488"/>
        <w:jc w:val="both"/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7728" behindDoc="1" locked="0" layoutInCell="1" allowOverlap="1" wp14:anchorId="28092E77" wp14:editId="59984B1C">
                <wp:simplePos x="0" y="0"/>
                <wp:positionH relativeFrom="page">
                  <wp:posOffset>901065</wp:posOffset>
                </wp:positionH>
                <wp:positionV relativeFrom="paragraph">
                  <wp:posOffset>395604</wp:posOffset>
                </wp:positionV>
                <wp:extent cx="3948430" cy="0"/>
                <wp:effectExtent l="0" t="0" r="0" b="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A791E" id="Line 20" o:spid="_x0000_s1026" style="position:absolute;z-index:-25165875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3717C1">
        <w:rPr>
          <w:rFonts w:ascii="Arial" w:hAnsi="Arial" w:cs="Arial"/>
          <w:b/>
          <w:sz w:val="20"/>
        </w:rPr>
        <w:t xml:space="preserve">Název veřejné zakázky: MR7/2026 –  Pásková knihovna – podpora 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3717C1" w14:paraId="6394C1AC" w14:textId="77777777" w:rsidTr="00D95901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14:paraId="54C46395" w14:textId="77777777" w:rsidR="003717C1" w:rsidRDefault="003717C1" w:rsidP="00D95901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D2D2D23" w14:textId="77777777" w:rsidR="003717C1" w:rsidRDefault="003717C1" w:rsidP="00D95901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192961AC" w14:textId="77777777" w:rsidR="003717C1" w:rsidRDefault="003717C1" w:rsidP="00D95901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3717C1" w14:paraId="2367CB67" w14:textId="77777777" w:rsidTr="00D95901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14:paraId="5CD6DA8B" w14:textId="77777777" w:rsidR="003717C1" w:rsidRDefault="003717C1" w:rsidP="00D95901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14:paraId="398AF863" w14:textId="77777777" w:rsidR="003717C1" w:rsidRDefault="003717C1" w:rsidP="00D95901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3717C1" w14:paraId="10661C5C" w14:textId="77777777" w:rsidTr="00D95901">
        <w:trPr>
          <w:trHeight w:val="351"/>
        </w:trPr>
        <w:tc>
          <w:tcPr>
            <w:tcW w:w="2213" w:type="dxa"/>
            <w:hideMark/>
          </w:tcPr>
          <w:p w14:paraId="5FF2F54C" w14:textId="77777777" w:rsidR="003717C1" w:rsidRDefault="003717C1" w:rsidP="00D95901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14:paraId="06B95E5F" w14:textId="77777777" w:rsidR="003717C1" w:rsidRDefault="003717C1" w:rsidP="00D95901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3717C1" w14:paraId="7D36F2C6" w14:textId="77777777" w:rsidTr="00D95901">
        <w:trPr>
          <w:trHeight w:val="287"/>
        </w:trPr>
        <w:tc>
          <w:tcPr>
            <w:tcW w:w="2213" w:type="dxa"/>
            <w:hideMark/>
          </w:tcPr>
          <w:p w14:paraId="385AB197" w14:textId="77777777" w:rsidR="003717C1" w:rsidRDefault="003717C1" w:rsidP="00D95901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14:paraId="0A5BC23A" w14:textId="77777777" w:rsidR="003717C1" w:rsidRDefault="003717C1" w:rsidP="00D95901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400C8F9D" w14:textId="77777777" w:rsidR="003717C1" w:rsidRDefault="003717C1" w:rsidP="003717C1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3717C1" w14:paraId="22CD78A0" w14:textId="77777777" w:rsidTr="00D95901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14:paraId="3CEE5346" w14:textId="77777777" w:rsidR="003717C1" w:rsidRDefault="003717C1" w:rsidP="00D95901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14:paraId="1DFD8B15" w14:textId="77777777" w:rsidR="003717C1" w:rsidRDefault="003717C1" w:rsidP="00D95901">
            <w:pPr>
              <w:pStyle w:val="TableParagraph"/>
              <w:ind w:left="0"/>
              <w:rPr>
                <w:sz w:val="20"/>
              </w:rPr>
            </w:pPr>
          </w:p>
        </w:tc>
      </w:tr>
      <w:tr w:rsidR="003717C1" w14:paraId="6AA60420" w14:textId="77777777" w:rsidTr="00D95901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14:paraId="3F995D5A" w14:textId="77777777" w:rsidR="003717C1" w:rsidRDefault="003717C1" w:rsidP="00D95901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14:paraId="799F2D9E" w14:textId="77777777" w:rsidR="003717C1" w:rsidRDefault="003717C1" w:rsidP="00D95901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393829D9" w14:textId="77777777" w:rsidTr="00D95901">
        <w:trPr>
          <w:trHeight w:val="390"/>
        </w:trPr>
        <w:tc>
          <w:tcPr>
            <w:tcW w:w="3555" w:type="dxa"/>
            <w:hideMark/>
          </w:tcPr>
          <w:p w14:paraId="7DF93808" w14:textId="77777777" w:rsidR="003717C1" w:rsidRDefault="003717C1" w:rsidP="00D95901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14:paraId="5CE78723" w14:textId="77777777" w:rsidR="003717C1" w:rsidRDefault="003717C1" w:rsidP="00D95901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5B212E68" w14:textId="77777777" w:rsidTr="00D95901">
        <w:trPr>
          <w:trHeight w:val="390"/>
        </w:trPr>
        <w:tc>
          <w:tcPr>
            <w:tcW w:w="3555" w:type="dxa"/>
            <w:hideMark/>
          </w:tcPr>
          <w:p w14:paraId="3AAA4565" w14:textId="77777777" w:rsidR="003717C1" w:rsidRDefault="003717C1" w:rsidP="00D95901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14:paraId="31350C2F" w14:textId="77777777" w:rsidR="003717C1" w:rsidRDefault="003717C1" w:rsidP="00D95901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62C6EE16" w14:textId="77777777" w:rsidTr="00D95901">
        <w:trPr>
          <w:trHeight w:val="390"/>
        </w:trPr>
        <w:tc>
          <w:tcPr>
            <w:tcW w:w="3555" w:type="dxa"/>
            <w:hideMark/>
          </w:tcPr>
          <w:p w14:paraId="22FE22A0" w14:textId="77777777" w:rsidR="003717C1" w:rsidRDefault="003717C1" w:rsidP="00D95901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14:paraId="0A831B9C" w14:textId="77777777" w:rsidR="003717C1" w:rsidRDefault="003717C1" w:rsidP="00D95901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075D18F3" w14:textId="77777777" w:rsidTr="00D95901">
        <w:trPr>
          <w:trHeight w:val="390"/>
        </w:trPr>
        <w:tc>
          <w:tcPr>
            <w:tcW w:w="3555" w:type="dxa"/>
            <w:hideMark/>
          </w:tcPr>
          <w:p w14:paraId="04A8A799" w14:textId="77777777" w:rsidR="003717C1" w:rsidRDefault="003717C1" w:rsidP="00D95901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14:paraId="553257BF" w14:textId="77777777" w:rsidR="003717C1" w:rsidRDefault="003717C1" w:rsidP="00D95901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6661AD81" w14:textId="77777777" w:rsidTr="00D95901">
        <w:trPr>
          <w:trHeight w:val="390"/>
        </w:trPr>
        <w:tc>
          <w:tcPr>
            <w:tcW w:w="3555" w:type="dxa"/>
            <w:hideMark/>
          </w:tcPr>
          <w:p w14:paraId="1992DE99" w14:textId="77777777" w:rsidR="003717C1" w:rsidRDefault="003717C1" w:rsidP="00D95901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14:paraId="32724F87" w14:textId="77777777" w:rsidR="003717C1" w:rsidRDefault="003717C1" w:rsidP="00D95901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3717C1" w14:paraId="08966BA5" w14:textId="77777777" w:rsidTr="00D95901">
        <w:trPr>
          <w:trHeight w:val="328"/>
        </w:trPr>
        <w:tc>
          <w:tcPr>
            <w:tcW w:w="3555" w:type="dxa"/>
            <w:hideMark/>
          </w:tcPr>
          <w:p w14:paraId="4C4A284C" w14:textId="77777777" w:rsidR="003717C1" w:rsidRDefault="003717C1" w:rsidP="00D95901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14:paraId="53F8BDCE" w14:textId="77777777" w:rsidR="003717C1" w:rsidRDefault="003717C1" w:rsidP="00D95901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0DAC4A53" w14:textId="77777777" w:rsidR="003717C1" w:rsidRDefault="003717C1" w:rsidP="003717C1">
      <w:pPr>
        <w:pStyle w:val="Zkladntext"/>
        <w:rPr>
          <w:rFonts w:ascii="Arial" w:hAnsi="Arial" w:cs="Arial"/>
        </w:rPr>
      </w:pPr>
    </w:p>
    <w:p w14:paraId="25ABFA2A" w14:textId="77777777" w:rsidR="003717C1" w:rsidRDefault="003717C1" w:rsidP="003717C1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r>
        <w:rPr>
          <w:rFonts w:ascii="Arial" w:hAnsi="Arial" w:cs="Arial"/>
          <w:sz w:val="20"/>
          <w:shd w:val="clear" w:color="auto" w:fill="FFFF00"/>
        </w:rPr>
        <w:t>dd. mm. rrrr</w:t>
      </w:r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14:paraId="51A8F6F2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5A168C03" w14:textId="77777777" w:rsidR="00C05BCC" w:rsidRPr="001D6A5B" w:rsidRDefault="003717C1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1.)</w:t>
      </w:r>
      <w:r w:rsidR="00DE6359"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="00DE6359" w:rsidRPr="001D6A5B">
        <w:rPr>
          <w:rFonts w:ascii="Arial" w:hAnsi="Arial" w:cs="Arial"/>
          <w:b/>
          <w:sz w:val="20"/>
          <w:szCs w:val="20"/>
        </w:rPr>
        <w:t>jako</w:t>
      </w:r>
      <w:r w:rsidR="00F63E5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2E0630B9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63E5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63E5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63E5F">
        <w:rPr>
          <w:rFonts w:ascii="Arial" w:hAnsi="Arial" w:cs="Arial"/>
          <w:sz w:val="20"/>
          <w:szCs w:val="20"/>
        </w:rPr>
        <w:t xml:space="preserve">tato právnická osoba a </w:t>
      </w:r>
      <w:r w:rsidR="00F63E5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63E5F">
        <w:rPr>
          <w:rFonts w:ascii="Arial" w:hAnsi="Arial" w:cs="Arial"/>
          <w:sz w:val="20"/>
          <w:szCs w:val="20"/>
        </w:rPr>
        <w:t>;</w:t>
      </w:r>
    </w:p>
    <w:p w14:paraId="3E87F6AF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10F6A60" w14:textId="77777777" w:rsidR="00DA4A1F" w:rsidRPr="00B17289" w:rsidRDefault="00F63E5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7708D56" w14:textId="77777777" w:rsidR="00B17289" w:rsidRPr="00DA4A1F" w:rsidRDefault="00B17289" w:rsidP="007B21E5">
      <w:pPr>
        <w:jc w:val="both"/>
        <w:rPr>
          <w:rFonts w:ascii="Arial" w:hAnsi="Arial" w:cs="Arial"/>
          <w:sz w:val="20"/>
          <w:szCs w:val="20"/>
        </w:rPr>
      </w:pPr>
    </w:p>
    <w:p w14:paraId="43EAF961" w14:textId="77777777" w:rsidR="00DA4A1F" w:rsidRPr="00B17289" w:rsidRDefault="00F63E5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286DDB14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97A43C4" w14:textId="77777777" w:rsidR="00DA4A1F" w:rsidRPr="00B17289" w:rsidRDefault="00F63E5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02868435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7D8A9C19" w14:textId="77777777" w:rsidR="00DD47D5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499369CA" w14:textId="77777777" w:rsidR="006076A5" w:rsidRDefault="006076A5" w:rsidP="006076A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4E3AC8" w14:textId="77777777" w:rsidR="006076A5" w:rsidRDefault="006076A5" w:rsidP="007B21E5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4F31E0AC" w14:textId="77777777" w:rsidR="00497D3F" w:rsidRDefault="00497D3F" w:rsidP="00497D3F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REFERENČNÍCH ZAKÁZEK:</w:t>
      </w:r>
    </w:p>
    <w:p w14:paraId="47851467" w14:textId="77777777" w:rsidR="00550EC0" w:rsidRPr="00550EC0" w:rsidRDefault="00550EC0" w:rsidP="00550EC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16"/>
          <w:szCs w:val="20"/>
          <w:highlight w:val="green"/>
        </w:rPr>
      </w:pPr>
      <w:r w:rsidRPr="00550EC0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550EC0">
        <w:rPr>
          <w:rFonts w:ascii="Arial" w:hAnsi="Arial" w:cs="Arial"/>
          <w:sz w:val="20"/>
          <w:szCs w:val="20"/>
        </w:rPr>
        <w:t xml:space="preserve"> </w:t>
      </w:r>
      <w:r w:rsidRPr="00550EC0">
        <w:rPr>
          <w:rFonts w:ascii="Arial" w:hAnsi="Arial" w:cs="Arial"/>
          <w:b/>
          <w:bCs/>
          <w:sz w:val="20"/>
          <w:szCs w:val="20"/>
        </w:rPr>
        <w:t>v posledních 3 letech realizoval</w:t>
      </w:r>
      <w:r w:rsidRPr="00550EC0">
        <w:rPr>
          <w:rFonts w:ascii="Arial" w:hAnsi="Arial" w:cs="Arial"/>
          <w:bCs/>
          <w:sz w:val="20"/>
          <w:szCs w:val="20"/>
        </w:rPr>
        <w:t xml:space="preserve"> </w:t>
      </w:r>
      <w:r w:rsidRPr="00550EC0">
        <w:rPr>
          <w:rFonts w:ascii="Arial" w:hAnsi="Arial" w:cs="Arial"/>
          <w:b/>
          <w:bCs/>
          <w:sz w:val="20"/>
          <w:szCs w:val="20"/>
        </w:rPr>
        <w:t xml:space="preserve">alespoň dvě obdobné zakázky v min. hodnotě 700.000- Kč </w:t>
      </w:r>
      <w:r w:rsidRPr="00550EC0">
        <w:rPr>
          <w:rFonts w:ascii="Arial" w:hAnsi="Arial" w:cs="Arial"/>
          <w:bCs/>
          <w:sz w:val="20"/>
          <w:szCs w:val="20"/>
        </w:rPr>
        <w:t xml:space="preserve">(slovy: sedm set tisíc korun českých) </w:t>
      </w:r>
      <w:r w:rsidRPr="00550EC0">
        <w:rPr>
          <w:rFonts w:ascii="Arial" w:hAnsi="Arial" w:cs="Arial"/>
          <w:b/>
          <w:bCs/>
          <w:sz w:val="20"/>
          <w:szCs w:val="20"/>
        </w:rPr>
        <w:t>bez DPH za každou takovou referenční zakázku</w:t>
      </w:r>
      <w:r w:rsidRPr="00550EC0">
        <w:rPr>
          <w:rFonts w:ascii="Arial" w:hAnsi="Arial" w:cs="Arial"/>
          <w:bCs/>
          <w:sz w:val="20"/>
          <w:szCs w:val="20"/>
        </w:rPr>
        <w:t xml:space="preserve">. </w:t>
      </w:r>
      <w:r w:rsidRPr="00550EC0">
        <w:rPr>
          <w:rFonts w:ascii="Arial" w:hAnsi="Arial" w:cs="Arial"/>
          <w:sz w:val="20"/>
          <w:szCs w:val="20"/>
        </w:rPr>
        <w:t>Obdobný druh služeb zadavatel blíže specifikuje jako servisní podpora páskové knihovny IBM v režimu min. 8x5xNBD</w:t>
      </w:r>
      <w:r w:rsidRPr="007B21E5">
        <w:rPr>
          <w:rStyle w:val="Znakapoznpodarou"/>
          <w:rFonts w:ascii="Arial" w:eastAsia="Calibri" w:hAnsi="Arial" w:cs="Arial"/>
          <w:bCs/>
          <w:sz w:val="20"/>
          <w:szCs w:val="20"/>
        </w:rPr>
        <w:footnoteReference w:id="1"/>
      </w:r>
      <w:r w:rsidRPr="007B21E5">
        <w:rPr>
          <w:rFonts w:ascii="Arial" w:hAnsi="Arial" w:cs="Arial"/>
          <w:bCs/>
          <w:sz w:val="20"/>
          <w:szCs w:val="20"/>
        </w:rPr>
        <w:t>.</w:t>
      </w:r>
    </w:p>
    <w:p w14:paraId="576C9F2A" w14:textId="77777777" w:rsidR="00550EC0" w:rsidRDefault="00550EC0" w:rsidP="00497D3F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7D22EFBC" w14:textId="77777777" w:rsidR="00497D3F" w:rsidRPr="00A458BB" w:rsidRDefault="00497D3F" w:rsidP="00497D3F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97D3F" w:rsidRPr="00423B91" w14:paraId="563240C5" w14:textId="77777777" w:rsidTr="004C215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0B90" w14:textId="01B3F7AD" w:rsidR="00497D3F" w:rsidRDefault="00497D3F" w:rsidP="004C215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Název subjektu, pro který byla </w:t>
            </w:r>
            <w:r w:rsidR="00F6646A">
              <w:rPr>
                <w:rFonts w:ascii="Arial" w:hAnsi="Arial" w:cs="Arial"/>
                <w:sz w:val="20"/>
                <w:szCs w:val="20"/>
                <w:lang w:eastAsia="en-US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6E59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289E663A" w14:textId="77777777" w:rsidTr="004C215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A9E5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9859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792B7F2F" w14:textId="77777777" w:rsidTr="004C215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7504" w14:textId="703148BD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Rozsah (předmět </w:t>
            </w:r>
            <w:r w:rsidR="00F6646A">
              <w:rPr>
                <w:rFonts w:ascii="Arial" w:hAnsi="Arial" w:cs="Arial"/>
                <w:sz w:val="20"/>
                <w:szCs w:val="20"/>
                <w:lang w:eastAsia="en-US"/>
              </w:rPr>
              <w:t>služby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1244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06B25067" w14:textId="77777777" w:rsidTr="004C215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2F07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A3E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5A83652B" w14:textId="77777777" w:rsidTr="004C215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6E9" w14:textId="77777777" w:rsidR="00497D3F" w:rsidRDefault="00497D3F" w:rsidP="004C215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618E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7DCD18A1" w14:textId="77777777" w:rsidR="00497D3F" w:rsidRDefault="00497D3F" w:rsidP="00497D3F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14:paraId="4036DBEA" w14:textId="77777777" w:rsidR="00497D3F" w:rsidRPr="00A458BB" w:rsidRDefault="00497D3F" w:rsidP="00497D3F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B4E77">
        <w:rPr>
          <w:rFonts w:ascii="Arial" w:hAnsi="Arial" w:cs="Arial"/>
          <w:b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97D3F" w:rsidRPr="00423B91" w14:paraId="40CB0B8F" w14:textId="77777777" w:rsidTr="004C2151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6A91" w14:textId="2DC070E7" w:rsidR="00497D3F" w:rsidRDefault="00497D3F" w:rsidP="004C215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Název subjektu, pro který byla </w:t>
            </w:r>
            <w:r w:rsidR="00F6646A">
              <w:rPr>
                <w:rFonts w:ascii="Arial" w:hAnsi="Arial" w:cs="Arial"/>
                <w:sz w:val="20"/>
                <w:szCs w:val="20"/>
                <w:lang w:eastAsia="en-US"/>
              </w:rPr>
              <w:t xml:space="preserve">služba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E5E2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5E7BCDFC" w14:textId="77777777" w:rsidTr="004C2151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3B79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7896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0D8F5F25" w14:textId="77777777" w:rsidTr="004C215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1EED" w14:textId="4AB80A3C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Rozsah (předmět </w:t>
            </w:r>
            <w:r w:rsidR="00F6646A">
              <w:rPr>
                <w:rFonts w:ascii="Arial" w:hAnsi="Arial" w:cs="Arial"/>
                <w:sz w:val="20"/>
                <w:szCs w:val="20"/>
                <w:lang w:eastAsia="en-US"/>
              </w:rPr>
              <w:t>služby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56E6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62472DFD" w14:textId="77777777" w:rsidTr="004C2151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BAA6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5297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423B91" w14:paraId="7E9FB5A3" w14:textId="77777777" w:rsidTr="004C2151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3985" w14:textId="77777777" w:rsidR="00497D3F" w:rsidRDefault="00497D3F" w:rsidP="004C2151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91C3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14:paraId="50081936" w14:textId="77777777" w:rsidR="00497D3F" w:rsidRDefault="00497D3F" w:rsidP="00497D3F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61BC1524" w14:textId="77777777" w:rsidR="00497D3F" w:rsidRPr="00290C95" w:rsidRDefault="00497D3F" w:rsidP="00497D3F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0783EED5" w14:textId="77777777" w:rsidR="003717C1" w:rsidRPr="007B21E5" w:rsidRDefault="00497D3F" w:rsidP="007B21E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B21E5">
        <w:rPr>
          <w:rFonts w:ascii="Arial" w:hAnsi="Arial" w:cs="Arial"/>
          <w:sz w:val="20"/>
          <w:szCs w:val="20"/>
        </w:rPr>
        <w:t xml:space="preserve">Dodavatel prokáže toto kritérium technické kvalifikace, pokud má pro realizaci této veřejné zakázky k dispozici </w:t>
      </w:r>
      <w:r w:rsidR="003717C1" w:rsidRPr="007B21E5">
        <w:rPr>
          <w:rFonts w:ascii="Arial" w:hAnsi="Arial" w:cs="Arial"/>
          <w:sz w:val="20"/>
          <w:szCs w:val="20"/>
        </w:rPr>
        <w:t>alespoň</w:t>
      </w:r>
      <w:r w:rsidRPr="007B21E5">
        <w:rPr>
          <w:rFonts w:ascii="Arial" w:hAnsi="Arial" w:cs="Arial"/>
          <w:b/>
          <w:sz w:val="20"/>
          <w:szCs w:val="20"/>
        </w:rPr>
        <w:t xml:space="preserve"> </w:t>
      </w:r>
      <w:r w:rsidR="003717C1" w:rsidRPr="007B21E5">
        <w:rPr>
          <w:rFonts w:ascii="Arial" w:hAnsi="Arial" w:cs="Arial"/>
          <w:b/>
          <w:sz w:val="20"/>
          <w:szCs w:val="20"/>
        </w:rPr>
        <w:t>dvě</w:t>
      </w:r>
      <w:r w:rsidRPr="007B21E5">
        <w:rPr>
          <w:rFonts w:ascii="Arial" w:hAnsi="Arial" w:cs="Arial"/>
          <w:b/>
          <w:sz w:val="20"/>
          <w:szCs w:val="20"/>
        </w:rPr>
        <w:t xml:space="preserve"> osoby (techniky</w:t>
      </w:r>
      <w:r w:rsidR="003717C1" w:rsidRPr="007B21E5">
        <w:rPr>
          <w:rFonts w:ascii="Arial" w:hAnsi="Arial" w:cs="Arial"/>
          <w:b/>
          <w:sz w:val="20"/>
          <w:szCs w:val="20"/>
        </w:rPr>
        <w:t xml:space="preserve">), </w:t>
      </w:r>
      <w:r w:rsidR="003717C1" w:rsidRPr="007B21E5">
        <w:rPr>
          <w:rFonts w:ascii="Arial" w:hAnsi="Arial" w:cs="Arial"/>
          <w:sz w:val="20"/>
          <w:szCs w:val="20"/>
        </w:rPr>
        <w:t>jejichž prostřednictvím zabezpečuje odbornou způsobilost, konkrétně servisní podporu, a kteří splňují níže uvedená kritéria:</w:t>
      </w:r>
    </w:p>
    <w:p w14:paraId="6B6E124E" w14:textId="77777777" w:rsidR="003717C1" w:rsidRPr="007B21E5" w:rsidRDefault="003717C1" w:rsidP="003717C1">
      <w:pPr>
        <w:numPr>
          <w:ilvl w:val="0"/>
          <w:numId w:val="18"/>
        </w:numPr>
        <w:ind w:left="1080"/>
        <w:rPr>
          <w:rFonts w:ascii="Arial" w:hAnsi="Arial" w:cs="Arial"/>
          <w:b/>
          <w:sz w:val="20"/>
          <w:szCs w:val="22"/>
        </w:rPr>
      </w:pPr>
      <w:r w:rsidRPr="007B21E5">
        <w:rPr>
          <w:rFonts w:ascii="Arial" w:hAnsi="Arial" w:cs="Arial"/>
          <w:sz w:val="20"/>
        </w:rPr>
        <w:t>alespoň dva požadovaní technici disponují minimálně touto certifikací:</w:t>
      </w:r>
    </w:p>
    <w:p w14:paraId="78C12BA0" w14:textId="77777777" w:rsidR="00497D3F" w:rsidRPr="007B21E5" w:rsidRDefault="003717C1" w:rsidP="007B21E5">
      <w:pPr>
        <w:numPr>
          <w:ilvl w:val="0"/>
          <w:numId w:val="19"/>
        </w:numPr>
        <w:tabs>
          <w:tab w:val="clear" w:pos="720"/>
          <w:tab w:val="num" w:pos="1080"/>
        </w:tabs>
        <w:autoSpaceDE w:val="0"/>
        <w:autoSpaceDN w:val="0"/>
        <w:adjustRightInd w:val="0"/>
        <w:spacing w:before="120" w:after="120"/>
        <w:ind w:left="1097"/>
        <w:jc w:val="both"/>
        <w:rPr>
          <w:rFonts w:ascii="Arial" w:hAnsi="Arial" w:cs="Arial"/>
          <w:sz w:val="20"/>
          <w:szCs w:val="20"/>
        </w:rPr>
      </w:pPr>
      <w:r w:rsidRPr="007B21E5">
        <w:rPr>
          <w:rFonts w:ascii="Arial" w:hAnsi="Arial" w:cs="Arial"/>
          <w:sz w:val="20"/>
        </w:rPr>
        <w:t>Certified Specialist - High-End Tape Technical Solutions V9 nebo novější</w:t>
      </w:r>
    </w:p>
    <w:p w14:paraId="25B38B8B" w14:textId="77777777" w:rsidR="00497D3F" w:rsidRDefault="00497D3F" w:rsidP="00497D3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Technik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97D3F" w:rsidRPr="00290C95" w14:paraId="42219EF9" w14:textId="77777777" w:rsidTr="004C2151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150E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B7D1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37AA0857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8C54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2C24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4C018152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257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1A31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550EC0" w:rsidRPr="00290C95" w14:paraId="4569DD26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177B" w14:textId="77777777" w:rsidR="00550EC0" w:rsidRDefault="00550EC0" w:rsidP="00550EC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B62E" w14:textId="77777777" w:rsidR="00550EC0" w:rsidRDefault="00550EC0" w:rsidP="00550EC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550EC0" w:rsidRPr="00290C95" w14:paraId="642633F9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DDDD" w14:textId="77777777" w:rsidR="00550EC0" w:rsidRDefault="00550EC0" w:rsidP="00550EC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1FB5" w14:textId="77777777" w:rsidR="00550EC0" w:rsidRDefault="00550EC0" w:rsidP="00550EC0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28A4D3C4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65CC6CA" w14:textId="77777777" w:rsidR="00497D3F" w:rsidRDefault="00497D3F" w:rsidP="00497D3F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Technik č. 2:</w:t>
      </w:r>
    </w:p>
    <w:p w14:paraId="40432340" w14:textId="77777777" w:rsidR="00497D3F" w:rsidRDefault="00497D3F" w:rsidP="00497D3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97D3F" w:rsidRPr="00290C95" w14:paraId="55702153" w14:textId="77777777" w:rsidTr="004C2151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2F5B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9F7B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118F503A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FB8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E545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3A557547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7179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15D5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28C6F39A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0A05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4ADE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497D3F" w:rsidRPr="00290C95" w14:paraId="2633033E" w14:textId="77777777" w:rsidTr="004C2151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C2353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12D2" w14:textId="77777777" w:rsidR="00497D3F" w:rsidRDefault="00497D3F" w:rsidP="004C2151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</w:tbl>
    <w:p w14:paraId="0E102C3B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D7D8A95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3A43FA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A4EC374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AAD403D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3862AD2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2578C7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19756DD" w14:textId="77777777" w:rsidR="00497D3F" w:rsidRPr="001D6A5B" w:rsidRDefault="00497D3F" w:rsidP="00497D3F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5EC3DC5" w14:textId="77777777" w:rsidR="00497D3F" w:rsidRDefault="00497D3F" w:rsidP="00497D3F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30A6E1B" w14:textId="77777777" w:rsidR="006076A5" w:rsidRDefault="006076A5" w:rsidP="006076A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22EDCDA" w14:textId="77777777" w:rsidR="006076A5" w:rsidRDefault="006076A5" w:rsidP="006076A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DB3EE8" w14:textId="77777777" w:rsidR="00356C80" w:rsidRPr="00DD47D5" w:rsidRDefault="00356C80" w:rsidP="00990E19">
      <w:pPr>
        <w:pStyle w:val="Odstavecseseznamem"/>
        <w:ind w:left="0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356C80" w:rsidRPr="00DD47D5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F9D65" w14:textId="77777777" w:rsidR="0013783D" w:rsidRDefault="0013783D">
      <w:r>
        <w:separator/>
      </w:r>
    </w:p>
  </w:endnote>
  <w:endnote w:type="continuationSeparator" w:id="0">
    <w:p w14:paraId="3338D443" w14:textId="77777777" w:rsidR="0013783D" w:rsidRDefault="0013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C6804" w14:textId="2184428C" w:rsidR="000C3ADB" w:rsidRDefault="009B3E4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12D4FB2" wp14:editId="0E605AB3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5080" t="12065" r="13970" b="69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DB165D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14:paraId="1E1F1EAC" w14:textId="77777777" w:rsidR="000C3ADB" w:rsidRPr="002D5E2E" w:rsidRDefault="00F63E5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2AE86F52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85018" w14:textId="77777777" w:rsidR="0013783D" w:rsidRDefault="0013783D">
      <w:r>
        <w:separator/>
      </w:r>
    </w:p>
  </w:footnote>
  <w:footnote w:type="continuationSeparator" w:id="0">
    <w:p w14:paraId="01B460A1" w14:textId="77777777" w:rsidR="0013783D" w:rsidRDefault="0013783D">
      <w:r>
        <w:continuationSeparator/>
      </w:r>
    </w:p>
  </w:footnote>
  <w:footnote w:id="1">
    <w:p w14:paraId="32F04D75" w14:textId="77777777" w:rsidR="00550EC0" w:rsidRDefault="00550EC0" w:rsidP="00550EC0">
      <w:pPr>
        <w:pStyle w:val="Textpoznpodarou"/>
      </w:pPr>
      <w:r>
        <w:rPr>
          <w:rStyle w:val="Znakapoznpodarou"/>
        </w:rPr>
        <w:footnoteRef/>
      </w:r>
      <w:r>
        <w:t xml:space="preserve"> Next Business Day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598B" w14:textId="77777777" w:rsidR="000C3ADB" w:rsidRDefault="009B3E48">
    <w:pPr>
      <w:pStyle w:val="Zhlav"/>
    </w:pPr>
    <w:r>
      <w:rPr>
        <w:noProof/>
      </w:rPr>
      <w:pict w14:anchorId="660D07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4E9EA" w14:textId="77777777" w:rsidR="002D5E2E" w:rsidRDefault="002D5E2E">
    <w:pPr>
      <w:pStyle w:val="Zhlav"/>
    </w:pPr>
  </w:p>
  <w:p w14:paraId="2FEEB2C4" w14:textId="77777777" w:rsidR="002D5E2E" w:rsidRDefault="002D5E2E">
    <w:pPr>
      <w:pStyle w:val="Zhlav"/>
    </w:pPr>
  </w:p>
  <w:p w14:paraId="734CCD4F" w14:textId="77777777" w:rsidR="002D5E2E" w:rsidRDefault="002D5E2E">
    <w:pPr>
      <w:pStyle w:val="Zhlav"/>
    </w:pPr>
  </w:p>
  <w:p w14:paraId="646D542C" w14:textId="0C7805E6" w:rsidR="005B4337" w:rsidRDefault="009B3E48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CE82703" wp14:editId="10D31276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D4E9C" w14:textId="77777777" w:rsidR="000C3ADB" w:rsidRDefault="009B3E48">
    <w:pPr>
      <w:pStyle w:val="Zhlav"/>
    </w:pPr>
    <w:r>
      <w:rPr>
        <w:noProof/>
      </w:rPr>
      <w:pict w14:anchorId="12571C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410F3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C2ABED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660816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EC0A3C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BA0244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7560AC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C36C53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B14FED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6BC145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60C305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A26B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F4A27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068BB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0E467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7C028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9CE34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1DEC12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BCC20A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862D7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F6A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5C2B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2C3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A5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AA5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4C94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6B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4C8E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DB09BEE">
      <w:start w:val="1"/>
      <w:numFmt w:val="lowerLetter"/>
      <w:lvlText w:val="%1)"/>
      <w:lvlJc w:val="left"/>
      <w:pPr>
        <w:ind w:left="644" w:hanging="360"/>
      </w:pPr>
    </w:lvl>
    <w:lvl w:ilvl="1" w:tplc="5FF477E2" w:tentative="1">
      <w:start w:val="1"/>
      <w:numFmt w:val="lowerLetter"/>
      <w:lvlText w:val="%2."/>
      <w:lvlJc w:val="left"/>
      <w:pPr>
        <w:ind w:left="1364" w:hanging="360"/>
      </w:pPr>
    </w:lvl>
    <w:lvl w:ilvl="2" w:tplc="B9709346" w:tentative="1">
      <w:start w:val="1"/>
      <w:numFmt w:val="lowerRoman"/>
      <w:lvlText w:val="%3."/>
      <w:lvlJc w:val="right"/>
      <w:pPr>
        <w:ind w:left="2084" w:hanging="180"/>
      </w:pPr>
    </w:lvl>
    <w:lvl w:ilvl="3" w:tplc="547ED120" w:tentative="1">
      <w:start w:val="1"/>
      <w:numFmt w:val="decimal"/>
      <w:lvlText w:val="%4."/>
      <w:lvlJc w:val="left"/>
      <w:pPr>
        <w:ind w:left="2804" w:hanging="360"/>
      </w:pPr>
    </w:lvl>
    <w:lvl w:ilvl="4" w:tplc="58A415C6" w:tentative="1">
      <w:start w:val="1"/>
      <w:numFmt w:val="lowerLetter"/>
      <w:lvlText w:val="%5."/>
      <w:lvlJc w:val="left"/>
      <w:pPr>
        <w:ind w:left="3524" w:hanging="360"/>
      </w:pPr>
    </w:lvl>
    <w:lvl w:ilvl="5" w:tplc="98522C86" w:tentative="1">
      <w:start w:val="1"/>
      <w:numFmt w:val="lowerRoman"/>
      <w:lvlText w:val="%6."/>
      <w:lvlJc w:val="right"/>
      <w:pPr>
        <w:ind w:left="4244" w:hanging="180"/>
      </w:pPr>
    </w:lvl>
    <w:lvl w:ilvl="6" w:tplc="5C06AEB4" w:tentative="1">
      <w:start w:val="1"/>
      <w:numFmt w:val="decimal"/>
      <w:lvlText w:val="%7."/>
      <w:lvlJc w:val="left"/>
      <w:pPr>
        <w:ind w:left="4964" w:hanging="360"/>
      </w:pPr>
    </w:lvl>
    <w:lvl w:ilvl="7" w:tplc="BD1C9372" w:tentative="1">
      <w:start w:val="1"/>
      <w:numFmt w:val="lowerLetter"/>
      <w:lvlText w:val="%8."/>
      <w:lvlJc w:val="left"/>
      <w:pPr>
        <w:ind w:left="5684" w:hanging="360"/>
      </w:pPr>
    </w:lvl>
    <w:lvl w:ilvl="8" w:tplc="EDBE14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02BC205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4BED9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48FC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BCD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2A2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142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00E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9C3A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2485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7037C2" w:tentative="1">
      <w:start w:val="1"/>
      <w:numFmt w:val="lowerLetter"/>
      <w:lvlText w:val="%2."/>
      <w:lvlJc w:val="left"/>
      <w:pPr>
        <w:ind w:left="1440" w:hanging="360"/>
      </w:pPr>
    </w:lvl>
    <w:lvl w:ilvl="2" w:tplc="75D83FEC" w:tentative="1">
      <w:start w:val="1"/>
      <w:numFmt w:val="lowerRoman"/>
      <w:lvlText w:val="%3."/>
      <w:lvlJc w:val="right"/>
      <w:pPr>
        <w:ind w:left="2160" w:hanging="180"/>
      </w:pPr>
    </w:lvl>
    <w:lvl w:ilvl="3" w:tplc="922AC514" w:tentative="1">
      <w:start w:val="1"/>
      <w:numFmt w:val="decimal"/>
      <w:lvlText w:val="%4."/>
      <w:lvlJc w:val="left"/>
      <w:pPr>
        <w:ind w:left="2880" w:hanging="360"/>
      </w:pPr>
    </w:lvl>
    <w:lvl w:ilvl="4" w:tplc="28C6ACD4" w:tentative="1">
      <w:start w:val="1"/>
      <w:numFmt w:val="lowerLetter"/>
      <w:lvlText w:val="%5."/>
      <w:lvlJc w:val="left"/>
      <w:pPr>
        <w:ind w:left="3600" w:hanging="360"/>
      </w:pPr>
    </w:lvl>
    <w:lvl w:ilvl="5" w:tplc="AE987E7E" w:tentative="1">
      <w:start w:val="1"/>
      <w:numFmt w:val="lowerRoman"/>
      <w:lvlText w:val="%6."/>
      <w:lvlJc w:val="right"/>
      <w:pPr>
        <w:ind w:left="4320" w:hanging="180"/>
      </w:pPr>
    </w:lvl>
    <w:lvl w:ilvl="6" w:tplc="0E22946C" w:tentative="1">
      <w:start w:val="1"/>
      <w:numFmt w:val="decimal"/>
      <w:lvlText w:val="%7."/>
      <w:lvlJc w:val="left"/>
      <w:pPr>
        <w:ind w:left="5040" w:hanging="360"/>
      </w:pPr>
    </w:lvl>
    <w:lvl w:ilvl="7" w:tplc="678600C8" w:tentative="1">
      <w:start w:val="1"/>
      <w:numFmt w:val="lowerLetter"/>
      <w:lvlText w:val="%8."/>
      <w:lvlJc w:val="left"/>
      <w:pPr>
        <w:ind w:left="5760" w:hanging="360"/>
      </w:pPr>
    </w:lvl>
    <w:lvl w:ilvl="8" w:tplc="55565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6016C"/>
    <w:multiLevelType w:val="hybridMultilevel"/>
    <w:tmpl w:val="794246BA"/>
    <w:lvl w:ilvl="0" w:tplc="83480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60218">
      <w:start w:val="1"/>
      <w:numFmt w:val="lowerLetter"/>
      <w:lvlText w:val="%2."/>
      <w:lvlJc w:val="left"/>
      <w:pPr>
        <w:ind w:left="1440" w:hanging="360"/>
      </w:pPr>
    </w:lvl>
    <w:lvl w:ilvl="2" w:tplc="A0A693DA">
      <w:start w:val="1"/>
      <w:numFmt w:val="lowerRoman"/>
      <w:lvlText w:val="%3."/>
      <w:lvlJc w:val="right"/>
      <w:pPr>
        <w:ind w:left="2160" w:hanging="180"/>
      </w:pPr>
    </w:lvl>
    <w:lvl w:ilvl="3" w:tplc="B972E8A2">
      <w:start w:val="1"/>
      <w:numFmt w:val="decimal"/>
      <w:lvlText w:val="%4."/>
      <w:lvlJc w:val="left"/>
      <w:pPr>
        <w:ind w:left="2880" w:hanging="360"/>
      </w:pPr>
    </w:lvl>
    <w:lvl w:ilvl="4" w:tplc="3C48F96E">
      <w:start w:val="1"/>
      <w:numFmt w:val="lowerLetter"/>
      <w:lvlText w:val="%5."/>
      <w:lvlJc w:val="left"/>
      <w:pPr>
        <w:ind w:left="3600" w:hanging="360"/>
      </w:pPr>
    </w:lvl>
    <w:lvl w:ilvl="5" w:tplc="90243B48">
      <w:start w:val="1"/>
      <w:numFmt w:val="lowerRoman"/>
      <w:lvlText w:val="%6."/>
      <w:lvlJc w:val="right"/>
      <w:pPr>
        <w:ind w:left="4320" w:hanging="180"/>
      </w:pPr>
    </w:lvl>
    <w:lvl w:ilvl="6" w:tplc="863A05A6">
      <w:start w:val="1"/>
      <w:numFmt w:val="decimal"/>
      <w:lvlText w:val="%7."/>
      <w:lvlJc w:val="left"/>
      <w:pPr>
        <w:ind w:left="5040" w:hanging="360"/>
      </w:pPr>
    </w:lvl>
    <w:lvl w:ilvl="7" w:tplc="FCFC09D0">
      <w:start w:val="1"/>
      <w:numFmt w:val="lowerLetter"/>
      <w:lvlText w:val="%8."/>
      <w:lvlJc w:val="left"/>
      <w:pPr>
        <w:ind w:left="5760" w:hanging="360"/>
      </w:pPr>
    </w:lvl>
    <w:lvl w:ilvl="8" w:tplc="E53CBBC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0A908FB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4A224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68A0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8CF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807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DC18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B24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CC52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306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0BD65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FCE7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0CA6D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686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741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DA7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88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C6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806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E0303F"/>
    <w:multiLevelType w:val="hybridMultilevel"/>
    <w:tmpl w:val="D3F4CD06"/>
    <w:lvl w:ilvl="0" w:tplc="4656C74A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EBB04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0CE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A1E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A25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E70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433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E3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E96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C64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F0B55"/>
    <w:multiLevelType w:val="hybridMultilevel"/>
    <w:tmpl w:val="C4323B3E"/>
    <w:lvl w:ilvl="0" w:tplc="6E5C5E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8ECE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100B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C03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660E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C8BE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AC8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8E2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EA57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20D65"/>
    <w:multiLevelType w:val="hybridMultilevel"/>
    <w:tmpl w:val="8E9C841C"/>
    <w:lvl w:ilvl="0" w:tplc="8B3053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362104" w:tentative="1">
      <w:start w:val="1"/>
      <w:numFmt w:val="lowerLetter"/>
      <w:lvlText w:val="%2."/>
      <w:lvlJc w:val="left"/>
      <w:pPr>
        <w:ind w:left="1440" w:hanging="360"/>
      </w:pPr>
    </w:lvl>
    <w:lvl w:ilvl="2" w:tplc="17D0EE0C" w:tentative="1">
      <w:start w:val="1"/>
      <w:numFmt w:val="lowerRoman"/>
      <w:lvlText w:val="%3."/>
      <w:lvlJc w:val="right"/>
      <w:pPr>
        <w:ind w:left="2160" w:hanging="180"/>
      </w:pPr>
    </w:lvl>
    <w:lvl w:ilvl="3" w:tplc="EAB0F066" w:tentative="1">
      <w:start w:val="1"/>
      <w:numFmt w:val="decimal"/>
      <w:lvlText w:val="%4."/>
      <w:lvlJc w:val="left"/>
      <w:pPr>
        <w:ind w:left="2880" w:hanging="360"/>
      </w:pPr>
    </w:lvl>
    <w:lvl w:ilvl="4" w:tplc="03622018" w:tentative="1">
      <w:start w:val="1"/>
      <w:numFmt w:val="lowerLetter"/>
      <w:lvlText w:val="%5."/>
      <w:lvlJc w:val="left"/>
      <w:pPr>
        <w:ind w:left="3600" w:hanging="360"/>
      </w:pPr>
    </w:lvl>
    <w:lvl w:ilvl="5" w:tplc="C414EAB6" w:tentative="1">
      <w:start w:val="1"/>
      <w:numFmt w:val="lowerRoman"/>
      <w:lvlText w:val="%6."/>
      <w:lvlJc w:val="right"/>
      <w:pPr>
        <w:ind w:left="4320" w:hanging="180"/>
      </w:pPr>
    </w:lvl>
    <w:lvl w:ilvl="6" w:tplc="E82A519C" w:tentative="1">
      <w:start w:val="1"/>
      <w:numFmt w:val="decimal"/>
      <w:lvlText w:val="%7."/>
      <w:lvlJc w:val="left"/>
      <w:pPr>
        <w:ind w:left="5040" w:hanging="360"/>
      </w:pPr>
    </w:lvl>
    <w:lvl w:ilvl="7" w:tplc="2FEE4128" w:tentative="1">
      <w:start w:val="1"/>
      <w:numFmt w:val="lowerLetter"/>
      <w:lvlText w:val="%8."/>
      <w:lvlJc w:val="left"/>
      <w:pPr>
        <w:ind w:left="5760" w:hanging="360"/>
      </w:pPr>
    </w:lvl>
    <w:lvl w:ilvl="8" w:tplc="0E60D8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7340A"/>
    <w:multiLevelType w:val="hybridMultilevel"/>
    <w:tmpl w:val="412473CA"/>
    <w:lvl w:ilvl="0" w:tplc="4C84D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7005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0F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6D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86D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027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D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406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C4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920B9"/>
    <w:multiLevelType w:val="hybridMultilevel"/>
    <w:tmpl w:val="16F87D7E"/>
    <w:lvl w:ilvl="0" w:tplc="5CF806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D0FE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AC0E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4C2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22B5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2C5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4EB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0B4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EBF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07468"/>
    <w:multiLevelType w:val="hybridMultilevel"/>
    <w:tmpl w:val="F216EE0A"/>
    <w:lvl w:ilvl="0" w:tplc="1CE82F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CE72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3CAE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04EE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3267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36F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C01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41D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665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0C3D30"/>
    <w:multiLevelType w:val="hybridMultilevel"/>
    <w:tmpl w:val="0FC680EE"/>
    <w:lvl w:ilvl="0" w:tplc="8F04F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484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25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C1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2E8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42F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892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E2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89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6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1"/>
  </w:num>
  <w:num w:numId="10">
    <w:abstractNumId w:val="8"/>
  </w:num>
  <w:num w:numId="11">
    <w:abstractNumId w:val="14"/>
  </w:num>
  <w:num w:numId="12">
    <w:abstractNumId w:val="6"/>
  </w:num>
  <w:num w:numId="13">
    <w:abstractNumId w:val="18"/>
  </w:num>
  <w:num w:numId="14">
    <w:abstractNumId w:val="4"/>
  </w:num>
  <w:num w:numId="15">
    <w:abstractNumId w:val="15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3783D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17C1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97D3F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0EC0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6A5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27DA5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1E5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3E48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1649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74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3EDB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0D3F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3E5F"/>
    <w:rsid w:val="00F64089"/>
    <w:rsid w:val="00F643F7"/>
    <w:rsid w:val="00F64A5F"/>
    <w:rsid w:val="00F64C14"/>
    <w:rsid w:val="00F65AE0"/>
    <w:rsid w:val="00F65E41"/>
    <w:rsid w:val="00F6646A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BC86B95"/>
  <w15:docId w15:val="{3E0CF895-E73C-4106-B0BF-E9DF33CD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F4332B"/>
  </w:style>
  <w:style w:type="paragraph" w:styleId="Textpoznpodarou">
    <w:name w:val="footnote text"/>
    <w:basedOn w:val="Normln"/>
    <w:link w:val="TextpoznpodarouChar"/>
    <w:uiPriority w:val="99"/>
    <w:unhideWhenUsed/>
    <w:rsid w:val="00497D3F"/>
    <w:rPr>
      <w:rFonts w:ascii="Arial" w:eastAsia="Calibri" w:hAnsi="Arial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497D3F"/>
    <w:rPr>
      <w:rFonts w:ascii="Arial" w:eastAsia="Calibri" w:hAnsi="Arial"/>
      <w:lang w:eastAsia="en-US"/>
    </w:rPr>
  </w:style>
  <w:style w:type="character" w:styleId="Znakapoznpodarou">
    <w:name w:val="footnote reference"/>
    <w:uiPriority w:val="99"/>
    <w:unhideWhenUsed/>
    <w:rsid w:val="00497D3F"/>
    <w:rPr>
      <w:vertAlign w:val="superscript"/>
    </w:rPr>
  </w:style>
  <w:style w:type="character" w:customStyle="1" w:styleId="Nadpis1Char">
    <w:name w:val="Nadpis 1 Char"/>
    <w:link w:val="Nadpis1"/>
    <w:rsid w:val="003717C1"/>
    <w:rPr>
      <w:rFonts w:ascii="Arial" w:hAnsi="Arial" w:cs="Arial"/>
      <w:b/>
      <w:bCs/>
      <w:kern w:val="32"/>
      <w:sz w:val="32"/>
      <w:szCs w:val="32"/>
    </w:rPr>
  </w:style>
  <w:style w:type="character" w:customStyle="1" w:styleId="ZkladntextChar">
    <w:name w:val="Základní text Char"/>
    <w:link w:val="Zkladntext"/>
    <w:rsid w:val="003717C1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3717C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6361EE-FFB1-433C-B279-EC905D55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3</Pages>
  <Words>835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Šolínová Veronika</cp:lastModifiedBy>
  <cp:revision>2</cp:revision>
  <cp:lastPrinted>2026-03-02T21:06:00Z</cp:lastPrinted>
  <dcterms:created xsi:type="dcterms:W3CDTF">2026-03-02T21:07:00Z</dcterms:created>
  <dcterms:modified xsi:type="dcterms:W3CDTF">2026-03-02T21:07:00Z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